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18" w:rsidRDefault="00924D18" w:rsidP="00DC45EC">
      <w:pPr>
        <w:pStyle w:val="Default"/>
      </w:pPr>
    </w:p>
    <w:p w:rsidR="00924D18" w:rsidRDefault="00924D18" w:rsidP="00DC45EC">
      <w:pPr>
        <w:pStyle w:val="Default"/>
        <w:rPr>
          <w:sz w:val="40"/>
          <w:szCs w:val="40"/>
        </w:rPr>
      </w:pPr>
      <w:r>
        <w:t xml:space="preserve"> </w:t>
      </w:r>
      <w:r>
        <w:rPr>
          <w:sz w:val="40"/>
          <w:szCs w:val="40"/>
        </w:rPr>
        <w:t xml:space="preserve">Saying Goodbye and Expressing Regret (10 pts.) </w:t>
      </w:r>
    </w:p>
    <w:p w:rsidR="00924D18" w:rsidRDefault="00924D18" w:rsidP="00DC45EC">
      <w:pPr>
        <w:pStyle w:val="Default"/>
        <w:rPr>
          <w:sz w:val="40"/>
          <w:szCs w:val="40"/>
        </w:rPr>
      </w:pPr>
    </w:p>
    <w:p w:rsidR="00924D18" w:rsidRDefault="00924D18" w:rsidP="00DC45EC">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924D18" w:rsidRDefault="00924D18" w:rsidP="00DC45EC">
      <w:pPr>
        <w:pStyle w:val="Default"/>
        <w:rPr>
          <w:sz w:val="23"/>
          <w:szCs w:val="23"/>
        </w:rPr>
      </w:pPr>
      <w:r>
        <w:rPr>
          <w:sz w:val="23"/>
          <w:szCs w:val="23"/>
        </w:rPr>
        <w:t xml:space="preserve">Here is your task: </w:t>
      </w:r>
    </w:p>
    <w:p w:rsidR="00924D18" w:rsidRDefault="00924D18" w:rsidP="00DC45EC">
      <w:pPr>
        <w:pStyle w:val="Default"/>
        <w:rPr>
          <w:sz w:val="23"/>
          <w:szCs w:val="23"/>
        </w:rPr>
      </w:pPr>
      <w:r>
        <w:rPr>
          <w:b/>
          <w:bCs/>
          <w:sz w:val="23"/>
          <w:szCs w:val="23"/>
        </w:rPr>
        <w:t xml:space="preserve">First, log on to: www.survivalphrases.com </w:t>
      </w:r>
    </w:p>
    <w:p w:rsidR="00924D18" w:rsidRDefault="00924D18" w:rsidP="00DC45EC">
      <w:pPr>
        <w:pStyle w:val="Default"/>
        <w:rPr>
          <w:sz w:val="23"/>
          <w:szCs w:val="23"/>
        </w:rPr>
      </w:pPr>
      <w:r>
        <w:rPr>
          <w:b/>
          <w:bCs/>
          <w:sz w:val="23"/>
          <w:szCs w:val="23"/>
        </w:rPr>
        <w:t xml:space="preserve">Second, select the language of your culture. </w:t>
      </w:r>
    </w:p>
    <w:p w:rsidR="00924D18" w:rsidRDefault="00924D18" w:rsidP="00DC45EC">
      <w:pPr>
        <w:pStyle w:val="Default"/>
        <w:rPr>
          <w:sz w:val="23"/>
          <w:szCs w:val="23"/>
        </w:rPr>
      </w:pPr>
      <w:r>
        <w:rPr>
          <w:b/>
          <w:bCs/>
          <w:sz w:val="23"/>
          <w:szCs w:val="23"/>
        </w:rPr>
        <w:t xml:space="preserve">Third, find the lesson for goodbyes. (Lesson #5) </w:t>
      </w:r>
    </w:p>
    <w:p w:rsidR="00924D18" w:rsidRDefault="00924D18" w:rsidP="00DC45EC">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“GoodbyesLastname” and save it to your flash drive. Upload it to the Wiki. </w:t>
      </w:r>
    </w:p>
    <w:p w:rsidR="00924D18" w:rsidRDefault="00924D18" w:rsidP="00DC45E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24D18" w:rsidRDefault="00924D18" w:rsidP="00DC45E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24D18" w:rsidRDefault="00924D18" w:rsidP="00DC45EC">
      <w:pPr>
        <w:pStyle w:val="Default"/>
        <w:rPr>
          <w:sz w:val="23"/>
          <w:szCs w:val="23"/>
        </w:rPr>
      </w:pPr>
      <w:r>
        <w:rPr>
          <w:sz w:val="23"/>
          <w:szCs w:val="23"/>
        </w:rPr>
        <w:t xml:space="preserve">1. How do you say “Goodbye” in your country? </w:t>
      </w:r>
    </w:p>
    <w:p w:rsidR="00924D18" w:rsidRDefault="00924D18" w:rsidP="00DC45EC">
      <w:pPr>
        <w:pStyle w:val="Default"/>
        <w:rPr>
          <w:sz w:val="23"/>
          <w:szCs w:val="23"/>
        </w:rPr>
      </w:pPr>
      <w:r>
        <w:rPr>
          <w:sz w:val="23"/>
          <w:szCs w:val="23"/>
        </w:rPr>
        <w:t>Not available</w:t>
      </w:r>
    </w:p>
    <w:p w:rsidR="00924D18" w:rsidRDefault="00924D18" w:rsidP="00DC45EC">
      <w:pPr>
        <w:pStyle w:val="Default"/>
        <w:rPr>
          <w:sz w:val="23"/>
          <w:szCs w:val="23"/>
        </w:rPr>
      </w:pPr>
      <w:r>
        <w:rPr>
          <w:sz w:val="23"/>
          <w:szCs w:val="23"/>
        </w:rPr>
        <w:t xml:space="preserve">2. Are there different ways of saying “Goodbye”? Why? </w:t>
      </w:r>
    </w:p>
    <w:p w:rsidR="00924D18" w:rsidRDefault="00924D18" w:rsidP="00DC45EC">
      <w:pPr>
        <w:pStyle w:val="Default"/>
        <w:rPr>
          <w:sz w:val="23"/>
          <w:szCs w:val="23"/>
        </w:rPr>
      </w:pPr>
      <w:r>
        <w:rPr>
          <w:sz w:val="23"/>
          <w:szCs w:val="23"/>
        </w:rPr>
        <w:t xml:space="preserve">Yes because you can use different ways of saying goodbye depending on how you feel. </w:t>
      </w:r>
    </w:p>
    <w:p w:rsidR="00924D18" w:rsidRDefault="00924D18" w:rsidP="00DC45EC">
      <w:pPr>
        <w:pStyle w:val="Default"/>
        <w:rPr>
          <w:sz w:val="23"/>
          <w:szCs w:val="23"/>
        </w:rPr>
      </w:pPr>
      <w:r>
        <w:rPr>
          <w:sz w:val="23"/>
          <w:szCs w:val="23"/>
        </w:rPr>
        <w:t xml:space="preserve">3. What are some of the other ways of saying “Goodbye”? Indicate when and for whom they should be used: </w:t>
      </w:r>
    </w:p>
    <w:p w:rsidR="00924D18" w:rsidRDefault="00924D18" w:rsidP="00DC45EC">
      <w:pPr>
        <w:pStyle w:val="Default"/>
        <w:rPr>
          <w:sz w:val="23"/>
          <w:szCs w:val="23"/>
        </w:rPr>
      </w:pPr>
      <w:r>
        <w:rPr>
          <w:sz w:val="23"/>
          <w:szCs w:val="23"/>
        </w:rPr>
        <w:t>Zai jian(See you later)would be used when you are planning to see that person again that day. Mingtian jian(See you tomorrow) would be used when you were going to see the person you were talking to the next day.</w:t>
      </w:r>
    </w:p>
    <w:p w:rsidR="00924D18" w:rsidRDefault="00924D18" w:rsidP="00DC45EC">
      <w:pPr>
        <w:pStyle w:val="Default"/>
        <w:rPr>
          <w:sz w:val="23"/>
          <w:szCs w:val="23"/>
        </w:rPr>
      </w:pPr>
      <w:r>
        <w:rPr>
          <w:b/>
          <w:bCs/>
          <w:sz w:val="23"/>
          <w:szCs w:val="23"/>
        </w:rPr>
        <w:t xml:space="preserve">(proceed to next worksheet below for “Expressing Regret” lesson) ↓ </w:t>
      </w:r>
    </w:p>
    <w:p w:rsidR="00924D18" w:rsidRDefault="00924D18" w:rsidP="00DC45EC">
      <w:pPr>
        <w:pStyle w:val="Default"/>
        <w:pageBreakBefore/>
        <w:rPr>
          <w:sz w:val="40"/>
          <w:szCs w:val="40"/>
        </w:rPr>
      </w:pPr>
      <w:r>
        <w:rPr>
          <w:sz w:val="40"/>
          <w:szCs w:val="40"/>
        </w:rPr>
        <w:t xml:space="preserve">Expressing Regret </w:t>
      </w:r>
    </w:p>
    <w:p w:rsidR="00924D18" w:rsidRDefault="00924D18" w:rsidP="00DC45EC">
      <w:pPr>
        <w:pStyle w:val="Default"/>
        <w:rPr>
          <w:sz w:val="23"/>
          <w:szCs w:val="23"/>
        </w:rPr>
      </w:pPr>
      <w:r>
        <w:rPr>
          <w:b/>
          <w:bCs/>
          <w:sz w:val="23"/>
          <w:szCs w:val="23"/>
        </w:rPr>
        <w:t xml:space="preserve">Find the lesson for “I’m sorry” in your culture. (Lesson #10) </w:t>
      </w:r>
    </w:p>
    <w:p w:rsidR="00924D18" w:rsidRDefault="00924D18" w:rsidP="00DC45EC">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“ExpressingRegretLastname” and save it to your flash drive. Upload it to the Wiki. </w:t>
      </w:r>
    </w:p>
    <w:p w:rsidR="00924D18" w:rsidRDefault="00924D18" w:rsidP="00DC45E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24D18" w:rsidRDefault="00924D18" w:rsidP="00DC45E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24D18" w:rsidRDefault="00924D18" w:rsidP="00DC45EC">
      <w:pPr>
        <w:pStyle w:val="Default"/>
        <w:rPr>
          <w:sz w:val="23"/>
          <w:szCs w:val="23"/>
        </w:rPr>
      </w:pPr>
      <w:r>
        <w:rPr>
          <w:sz w:val="23"/>
          <w:szCs w:val="23"/>
        </w:rPr>
        <w:t xml:space="preserve">If you are the offender (the person who needs to say “I’m sorry!”)… </w:t>
      </w:r>
    </w:p>
    <w:p w:rsidR="00924D18" w:rsidRDefault="00924D18" w:rsidP="00DC45EC">
      <w:pPr>
        <w:pStyle w:val="Default"/>
        <w:rPr>
          <w:sz w:val="23"/>
          <w:szCs w:val="23"/>
        </w:rPr>
      </w:pPr>
      <w:r>
        <w:rPr>
          <w:sz w:val="23"/>
          <w:szCs w:val="23"/>
        </w:rPr>
        <w:t xml:space="preserve">1. What are examples of different situations for saying “I’m sorry!” in your host culture? </w:t>
      </w:r>
    </w:p>
    <w:p w:rsidR="00924D18" w:rsidRDefault="00924D18" w:rsidP="00DC45EC">
      <w:pPr>
        <w:pStyle w:val="Default"/>
        <w:rPr>
          <w:sz w:val="23"/>
          <w:szCs w:val="23"/>
        </w:rPr>
      </w:pPr>
      <w:r>
        <w:rPr>
          <w:sz w:val="23"/>
          <w:szCs w:val="23"/>
        </w:rPr>
        <w:t xml:space="preserve">If you bump into someone, step on someone, run into someone, ect. </w:t>
      </w:r>
    </w:p>
    <w:p w:rsidR="00924D18" w:rsidRDefault="00924D18" w:rsidP="00DC45EC">
      <w:pPr>
        <w:pStyle w:val="Default"/>
        <w:rPr>
          <w:sz w:val="23"/>
          <w:szCs w:val="23"/>
        </w:rPr>
      </w:pPr>
      <w:r>
        <w:rPr>
          <w:sz w:val="23"/>
          <w:szCs w:val="23"/>
        </w:rPr>
        <w:t xml:space="preserve">2. What do you say if you do something awkward, like bump into someone? </w:t>
      </w:r>
    </w:p>
    <w:p w:rsidR="00924D18" w:rsidRDefault="00924D18" w:rsidP="00DC45EC">
      <w:pPr>
        <w:pStyle w:val="Default"/>
        <w:rPr>
          <w:sz w:val="23"/>
          <w:szCs w:val="23"/>
        </w:rPr>
      </w:pPr>
      <w:r>
        <w:rPr>
          <w:sz w:val="23"/>
          <w:szCs w:val="23"/>
        </w:rPr>
        <w:t>Buhao yisi or Dui buqi</w:t>
      </w:r>
    </w:p>
    <w:p w:rsidR="00924D18" w:rsidRDefault="00924D18" w:rsidP="00DC45EC">
      <w:pPr>
        <w:pStyle w:val="Default"/>
        <w:rPr>
          <w:sz w:val="23"/>
          <w:szCs w:val="23"/>
        </w:rPr>
      </w:pPr>
      <w:r>
        <w:rPr>
          <w:sz w:val="23"/>
          <w:szCs w:val="23"/>
        </w:rPr>
        <w:t xml:space="preserve">3. What do you say if something sad has happened to someone? </w:t>
      </w:r>
    </w:p>
    <w:p w:rsidR="00924D18" w:rsidRDefault="00924D18" w:rsidP="00DC45EC">
      <w:pPr>
        <w:pStyle w:val="Default"/>
        <w:rPr>
          <w:sz w:val="23"/>
          <w:szCs w:val="23"/>
        </w:rPr>
      </w:pPr>
      <w:r>
        <w:rPr>
          <w:sz w:val="23"/>
          <w:szCs w:val="23"/>
        </w:rPr>
        <w:t>Dui buqi</w:t>
      </w:r>
    </w:p>
    <w:p w:rsidR="00924D18" w:rsidRDefault="00924D18" w:rsidP="00DC45EC">
      <w:pPr>
        <w:pStyle w:val="Default"/>
        <w:rPr>
          <w:sz w:val="23"/>
          <w:szCs w:val="23"/>
        </w:rPr>
      </w:pPr>
      <w:r>
        <w:rPr>
          <w:sz w:val="23"/>
          <w:szCs w:val="23"/>
        </w:rPr>
        <w:t xml:space="preserve">4. What do you say if you’ve forgotten something or done/said something inappropriate? </w:t>
      </w:r>
    </w:p>
    <w:p w:rsidR="00924D18" w:rsidRDefault="00924D18" w:rsidP="00DC45EC">
      <w:pPr>
        <w:pStyle w:val="Default"/>
        <w:rPr>
          <w:sz w:val="23"/>
          <w:szCs w:val="23"/>
        </w:rPr>
      </w:pPr>
      <w:r>
        <w:rPr>
          <w:sz w:val="23"/>
          <w:szCs w:val="23"/>
        </w:rPr>
        <w:t>Buhao yisi or Dui buqi</w:t>
      </w:r>
    </w:p>
    <w:p w:rsidR="00924D18" w:rsidRDefault="00924D18" w:rsidP="00DC45EC">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w:t>
      </w:r>
    </w:p>
    <w:p w:rsidR="00924D18" w:rsidRDefault="00924D18" w:rsidP="00DC45EC">
      <w:pPr>
        <w:pStyle w:val="Default"/>
        <w:rPr>
          <w:sz w:val="23"/>
          <w:szCs w:val="23"/>
        </w:rPr>
      </w:pPr>
      <w:r>
        <w:rPr>
          <w:sz w:val="23"/>
          <w:szCs w:val="23"/>
        </w:rPr>
        <w:t>Dui buqi (Laojia), and Buhao yisi (Mei wenti)</w:t>
      </w:r>
    </w:p>
    <w:p w:rsidR="00924D18" w:rsidRDefault="00924D18" w:rsidP="00DC45EC">
      <w:r>
        <w:rPr>
          <w:i/>
          <w:iCs/>
          <w:sz w:val="23"/>
          <w:szCs w:val="23"/>
        </w:rPr>
        <w:t>Looking ahead: Your next lesson will be about saying “Please,” “Thank you,” and “You’re welcome.”</w:t>
      </w:r>
    </w:p>
    <w:sectPr w:rsidR="00924D18" w:rsidSect="00735D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45EC"/>
    <w:rsid w:val="00043675"/>
    <w:rsid w:val="00735D60"/>
    <w:rsid w:val="00924D18"/>
    <w:rsid w:val="00A25EE6"/>
    <w:rsid w:val="00A62932"/>
    <w:rsid w:val="00C2321B"/>
    <w:rsid w:val="00DC45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D6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C45EC"/>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2</Pages>
  <Words>489</Words>
  <Characters>2790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sar050</dc:creator>
  <cp:keywords/>
  <dc:description/>
  <cp:lastModifiedBy>Rich</cp:lastModifiedBy>
  <cp:revision>2</cp:revision>
  <dcterms:created xsi:type="dcterms:W3CDTF">2012-05-02T18:41:00Z</dcterms:created>
  <dcterms:modified xsi:type="dcterms:W3CDTF">2012-05-03T20:30:00Z</dcterms:modified>
</cp:coreProperties>
</file>